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94021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6270A7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DD0598" w:rsidRPr="00F57021" w:rsidTr="001C4A05">
        <w:tc>
          <w:tcPr>
            <w:tcW w:w="10740" w:type="dxa"/>
          </w:tcPr>
          <w:p w:rsidR="00DD0598" w:rsidRPr="00F57021" w:rsidRDefault="00DD0598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DD0598" w:rsidRPr="00F57021" w:rsidRDefault="00DD0598" w:rsidP="00F57021">
            <w:pPr>
              <w:rPr>
                <w:rFonts w:ascii="Times New Roman" w:hAnsi="Times New Roman"/>
                <w:sz w:val="28"/>
                <w:szCs w:val="28"/>
              </w:rPr>
            </w:pPr>
            <w:r w:rsidRPr="00F57021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D0598" w:rsidRPr="00F57021" w:rsidRDefault="00DD0598" w:rsidP="00F57021">
            <w:pPr>
              <w:rPr>
                <w:rFonts w:ascii="Times New Roman" w:hAnsi="Times New Roman"/>
                <w:sz w:val="28"/>
                <w:szCs w:val="28"/>
              </w:rPr>
            </w:pPr>
            <w:r w:rsidRPr="00F57021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F57021" w:rsidRPr="00F57021" w:rsidTr="001C4A05">
        <w:tc>
          <w:tcPr>
            <w:tcW w:w="10740" w:type="dxa"/>
          </w:tcPr>
          <w:p w:rsidR="00F57021" w:rsidRPr="00F57021" w:rsidRDefault="00F57021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F57021" w:rsidRPr="00F57021" w:rsidRDefault="00C94021" w:rsidP="00F570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29.10.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2019 № 332</w:t>
            </w:r>
          </w:p>
        </w:tc>
      </w:tr>
    </w:tbl>
    <w:p w:rsidR="006270A7" w:rsidRPr="00F57021" w:rsidRDefault="006270A7" w:rsidP="006270A7">
      <w:pPr>
        <w:autoSpaceDE w:val="0"/>
        <w:autoSpaceDN w:val="0"/>
        <w:adjustRightInd w:val="0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877D9" w:rsidRPr="00F57021" w:rsidRDefault="00D07822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F5702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D0598" w:rsidRPr="00F5702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2877D9" w:rsidRPr="00F57021">
        <w:rPr>
          <w:rFonts w:ascii="Times New Roman" w:eastAsia="Calibri" w:hAnsi="Times New Roman"/>
          <w:sz w:val="28"/>
          <w:szCs w:val="28"/>
          <w:lang w:eastAsia="en-US"/>
        </w:rPr>
        <w:t>5. Система программных мероприятий</w:t>
      </w:r>
    </w:p>
    <w:p w:rsidR="009B2647" w:rsidRPr="00F57021" w:rsidRDefault="009B2647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4"/>
          <w:szCs w:val="24"/>
          <w:lang w:val="en-US" w:eastAsia="en-US"/>
        </w:rPr>
      </w:pPr>
    </w:p>
    <w:tbl>
      <w:tblPr>
        <w:tblW w:w="14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1864"/>
        <w:gridCol w:w="1598"/>
        <w:gridCol w:w="1598"/>
        <w:gridCol w:w="1864"/>
        <w:gridCol w:w="672"/>
        <w:gridCol w:w="672"/>
        <w:gridCol w:w="672"/>
        <w:gridCol w:w="805"/>
        <w:gridCol w:w="672"/>
        <w:gridCol w:w="672"/>
        <w:gridCol w:w="672"/>
        <w:gridCol w:w="672"/>
        <w:gridCol w:w="1997"/>
      </w:tblGrid>
      <w:tr w:rsidR="00716B4F" w:rsidRPr="00F57021" w:rsidTr="00F57021">
        <w:trPr>
          <w:trHeight w:val="49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№</w:t>
            </w:r>
          </w:p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</w:t>
            </w:r>
            <w:r w:rsidR="009B2647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/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Главные распорядители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Исполнители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EB40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5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Объемы финансирования, тыс. руб.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B76919">
            <w:pPr>
              <w:autoSpaceDE w:val="0"/>
              <w:autoSpaceDN w:val="0"/>
              <w:adjustRightInd w:val="0"/>
              <w:ind w:right="222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Ожидаемый результат</w:t>
            </w:r>
          </w:p>
        </w:tc>
      </w:tr>
      <w:tr w:rsidR="00716B4F" w:rsidRPr="00F57021" w:rsidTr="00F5702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199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DB7EF9" w:rsidRPr="00F57021" w:rsidTr="00F57021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</w:tbl>
    <w:p w:rsidR="00F57021" w:rsidRPr="00F57021" w:rsidRDefault="00F57021">
      <w:pPr>
        <w:rPr>
          <w:rFonts w:ascii="Times New Roman" w:hAnsi="Times New Roman"/>
          <w:sz w:val="2"/>
          <w:szCs w:val="2"/>
        </w:rPr>
      </w:pPr>
    </w:p>
    <w:tbl>
      <w:tblPr>
        <w:tblW w:w="14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1864"/>
        <w:gridCol w:w="1598"/>
        <w:gridCol w:w="1598"/>
        <w:gridCol w:w="1864"/>
        <w:gridCol w:w="672"/>
        <w:gridCol w:w="672"/>
        <w:gridCol w:w="672"/>
        <w:gridCol w:w="805"/>
        <w:gridCol w:w="672"/>
        <w:gridCol w:w="672"/>
        <w:gridCol w:w="672"/>
        <w:gridCol w:w="672"/>
        <w:gridCol w:w="1997"/>
      </w:tblGrid>
      <w:tr w:rsidR="00092F83" w:rsidRPr="00F57021" w:rsidTr="00092F83">
        <w:trPr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F5702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181E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14</w:t>
            </w:r>
          </w:p>
        </w:tc>
      </w:tr>
      <w:tr w:rsidR="00092F83" w:rsidRPr="00F57021" w:rsidTr="00092F83">
        <w:trPr>
          <w:cantSplit/>
          <w:trHeight w:val="220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Default="00092F83" w:rsidP="00F57021">
            <w:pPr>
              <w:autoSpaceDE w:val="0"/>
              <w:autoSpaceDN w:val="0"/>
              <w:adjustRightInd w:val="0"/>
              <w:ind w:right="-57"/>
              <w:outlineLvl w:val="2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Задача 1. Обеспечение подготовки кадров для муниципаль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ной службы, про-фессиональная переподготовка, повышение квалификации кадров органов местного самоуправления, </w:t>
            </w:r>
          </w:p>
          <w:p w:rsidR="00092F83" w:rsidRPr="00F57021" w:rsidRDefault="00092F83" w:rsidP="00F57021">
            <w:pPr>
              <w:autoSpaceDE w:val="0"/>
              <w:autoSpaceDN w:val="0"/>
              <w:adjustRightInd w:val="0"/>
              <w:ind w:right="-57"/>
              <w:outlineLvl w:val="2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3060,94087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7B4BF6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обеспечение профессиональной переподготовки кадров органов местного самоуправления Рязанской области - не менее 6 человек;</w:t>
            </w:r>
          </w:p>
          <w:p w:rsidR="00092F83" w:rsidRPr="00F57021" w:rsidRDefault="00092F83" w:rsidP="00F5702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обеспечение повышения квалификации кадров органов местного самоуправления Рязанской области - не менее</w:t>
            </w:r>
          </w:p>
          <w:p w:rsidR="00092F83" w:rsidRPr="00F57021" w:rsidRDefault="00092F83" w:rsidP="00D73B6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497человек; обеспечение участия в</w:t>
            </w:r>
          </w:p>
          <w:p w:rsidR="00092F83" w:rsidRPr="00F57021" w:rsidRDefault="00092F83" w:rsidP="00092F8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краткосрочном обучении кадров органов местного </w:t>
            </w:r>
          </w:p>
        </w:tc>
      </w:tr>
      <w:tr w:rsidR="00092F83" w:rsidRPr="00F57021" w:rsidTr="00092F83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Профессиональная переподготовка кадров органов местного самоуправления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092F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министерство по делам территориаль-ных образований и общественных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092F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министерство по делам территориаль-ных образований и общественных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092F8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2B6BBD" w:rsidRPr="00F57021" w:rsidTr="006C6F0D">
        <w:trPr>
          <w:cantSplit/>
          <w:trHeight w:val="20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ной политике Рязанской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объединений Рязанской области*, министерство по делам территорий и информацион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ной политике Рязанской области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092F8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самоуправления Рязанской области - не менее 25 человек</w:t>
            </w:r>
          </w:p>
        </w:tc>
      </w:tr>
      <w:tr w:rsidR="002B6BBD" w:rsidRPr="00F57021" w:rsidTr="002B6BBD">
        <w:trPr>
          <w:cantSplit/>
          <w:trHeight w:val="20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Повышение квалификации кадров органов местного самоуправления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2860,94087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092F83" w:rsidRPr="00F57021" w:rsidTr="00F57021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Краткосрочное обучение кадров органов местного самоуправления на семинарах, конференциях, учебных курсах, тренингах и других мероприятиях по актуальным вопросам профессиональ-ной деятельности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B36A1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092F83" w:rsidRPr="00F57021" w:rsidTr="00F57021">
        <w:trPr>
          <w:cantSplit/>
          <w:trHeight w:val="168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</w:t>
            </w:r>
            <w:r w:rsidR="00F57021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того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по подпрограмме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802B32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3060,94087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B36A16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</w:tbl>
    <w:p w:rsidR="002877D9" w:rsidRPr="00F57021" w:rsidRDefault="00BE7300" w:rsidP="001C4A05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7021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2877D9" w:rsidRPr="00F57021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политике Рязанской области.».</w:t>
      </w:r>
      <w:r w:rsidR="005D2E2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877D9" w:rsidRPr="00F57021" w:rsidRDefault="002877D9" w:rsidP="002877D9">
      <w:pPr>
        <w:rPr>
          <w:rFonts w:ascii="Times New Roman" w:hAnsi="Times New Roman"/>
          <w:sz w:val="28"/>
          <w:szCs w:val="28"/>
        </w:rPr>
      </w:pPr>
    </w:p>
    <w:p w:rsidR="002877D9" w:rsidRPr="00F57021" w:rsidRDefault="002877D9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F57021" w:rsidSect="00C94021">
      <w:headerReference w:type="default" r:id="rId11"/>
      <w:type w:val="continuous"/>
      <w:pgSz w:w="16834" w:h="11907" w:orient="landscape" w:code="9"/>
      <w:pgMar w:top="1134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94" w:rsidRDefault="00812794">
      <w:r>
        <w:separator/>
      </w:r>
    </w:p>
  </w:endnote>
  <w:endnote w:type="continuationSeparator" w:id="0">
    <w:p w:rsidR="00812794" w:rsidRDefault="0081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719E51BE" wp14:editId="61B2CC86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35D1D1A" wp14:editId="463241EA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C94021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2527  29.10.2019 16:32:28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94" w:rsidRDefault="00812794">
      <w:r>
        <w:separator/>
      </w:r>
    </w:p>
  </w:footnote>
  <w:footnote w:type="continuationSeparator" w:id="0">
    <w:p w:rsidR="00812794" w:rsidRDefault="00812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E602B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E602B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94021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15pt;height:11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hfIiPBkcVXb/W//IkDPVOQ+srU=" w:salt="pfQpRwkv5lYNJkxL6aMMY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6EE3"/>
    <w:rsid w:val="00017AC7"/>
    <w:rsid w:val="00020E0B"/>
    <w:rsid w:val="000331B3"/>
    <w:rsid w:val="00033413"/>
    <w:rsid w:val="00037C0C"/>
    <w:rsid w:val="000502A3"/>
    <w:rsid w:val="00053BDC"/>
    <w:rsid w:val="00056DEB"/>
    <w:rsid w:val="000613F4"/>
    <w:rsid w:val="0007150A"/>
    <w:rsid w:val="00073A7A"/>
    <w:rsid w:val="00076D5E"/>
    <w:rsid w:val="00084DD3"/>
    <w:rsid w:val="000917C0"/>
    <w:rsid w:val="00092F83"/>
    <w:rsid w:val="000A10A6"/>
    <w:rsid w:val="000A6887"/>
    <w:rsid w:val="000B0736"/>
    <w:rsid w:val="000B4971"/>
    <w:rsid w:val="000D2563"/>
    <w:rsid w:val="000D6582"/>
    <w:rsid w:val="000F4C9E"/>
    <w:rsid w:val="00103516"/>
    <w:rsid w:val="00105E46"/>
    <w:rsid w:val="00114B94"/>
    <w:rsid w:val="00122122"/>
    <w:rsid w:val="00122CFD"/>
    <w:rsid w:val="0013502F"/>
    <w:rsid w:val="00150523"/>
    <w:rsid w:val="00151370"/>
    <w:rsid w:val="001521AE"/>
    <w:rsid w:val="00162E72"/>
    <w:rsid w:val="00172BB2"/>
    <w:rsid w:val="00175BE5"/>
    <w:rsid w:val="00181E9D"/>
    <w:rsid w:val="001850F4"/>
    <w:rsid w:val="00190FF9"/>
    <w:rsid w:val="001947BE"/>
    <w:rsid w:val="001A0277"/>
    <w:rsid w:val="001A1CA4"/>
    <w:rsid w:val="001A560F"/>
    <w:rsid w:val="001B0982"/>
    <w:rsid w:val="001B32BA"/>
    <w:rsid w:val="001C0EC1"/>
    <w:rsid w:val="001C4A05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3930"/>
    <w:rsid w:val="0023761A"/>
    <w:rsid w:val="002420E3"/>
    <w:rsid w:val="00242DDB"/>
    <w:rsid w:val="002479A2"/>
    <w:rsid w:val="0026087E"/>
    <w:rsid w:val="002615BA"/>
    <w:rsid w:val="00261DE0"/>
    <w:rsid w:val="00265420"/>
    <w:rsid w:val="00274E14"/>
    <w:rsid w:val="00280A6D"/>
    <w:rsid w:val="00282DFD"/>
    <w:rsid w:val="00286ECA"/>
    <w:rsid w:val="002877D9"/>
    <w:rsid w:val="00292827"/>
    <w:rsid w:val="002953B6"/>
    <w:rsid w:val="002A1992"/>
    <w:rsid w:val="002B6BBD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60A40"/>
    <w:rsid w:val="00363EE2"/>
    <w:rsid w:val="003870C2"/>
    <w:rsid w:val="003C029C"/>
    <w:rsid w:val="003C218D"/>
    <w:rsid w:val="003C2FD1"/>
    <w:rsid w:val="003C6B3D"/>
    <w:rsid w:val="003C7D0C"/>
    <w:rsid w:val="003D3B8A"/>
    <w:rsid w:val="003D3E42"/>
    <w:rsid w:val="003D54F8"/>
    <w:rsid w:val="003F4F5E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A0D3A"/>
    <w:rsid w:val="004B2D5A"/>
    <w:rsid w:val="004D293D"/>
    <w:rsid w:val="004F44FE"/>
    <w:rsid w:val="005061CE"/>
    <w:rsid w:val="00512A47"/>
    <w:rsid w:val="0051781F"/>
    <w:rsid w:val="00531C68"/>
    <w:rsid w:val="00532119"/>
    <w:rsid w:val="005335F3"/>
    <w:rsid w:val="005374C6"/>
    <w:rsid w:val="00543C38"/>
    <w:rsid w:val="00543D2D"/>
    <w:rsid w:val="00545A3D"/>
    <w:rsid w:val="00546DBB"/>
    <w:rsid w:val="00553E0E"/>
    <w:rsid w:val="00555710"/>
    <w:rsid w:val="00561A5B"/>
    <w:rsid w:val="0057074C"/>
    <w:rsid w:val="00572ED8"/>
    <w:rsid w:val="00573FBF"/>
    <w:rsid w:val="00574FF3"/>
    <w:rsid w:val="00582538"/>
    <w:rsid w:val="005838EA"/>
    <w:rsid w:val="00585EE1"/>
    <w:rsid w:val="00590C0E"/>
    <w:rsid w:val="005939E6"/>
    <w:rsid w:val="00597384"/>
    <w:rsid w:val="005A1FA3"/>
    <w:rsid w:val="005A4227"/>
    <w:rsid w:val="005B229B"/>
    <w:rsid w:val="005B3518"/>
    <w:rsid w:val="005B510E"/>
    <w:rsid w:val="005C56AE"/>
    <w:rsid w:val="005C7449"/>
    <w:rsid w:val="005D2E2F"/>
    <w:rsid w:val="005E6D99"/>
    <w:rsid w:val="005F2ADD"/>
    <w:rsid w:val="005F2C49"/>
    <w:rsid w:val="006013EB"/>
    <w:rsid w:val="0060479E"/>
    <w:rsid w:val="00604BE7"/>
    <w:rsid w:val="00611312"/>
    <w:rsid w:val="00616AED"/>
    <w:rsid w:val="006270A7"/>
    <w:rsid w:val="00631BF1"/>
    <w:rsid w:val="00632A4F"/>
    <w:rsid w:val="00632B56"/>
    <w:rsid w:val="006351E3"/>
    <w:rsid w:val="00644236"/>
    <w:rsid w:val="00644F4A"/>
    <w:rsid w:val="006471E5"/>
    <w:rsid w:val="00661C32"/>
    <w:rsid w:val="00671D3B"/>
    <w:rsid w:val="00684A5B"/>
    <w:rsid w:val="006A1F71"/>
    <w:rsid w:val="006C7417"/>
    <w:rsid w:val="006F328B"/>
    <w:rsid w:val="006F5886"/>
    <w:rsid w:val="00707734"/>
    <w:rsid w:val="00707E19"/>
    <w:rsid w:val="00712F7C"/>
    <w:rsid w:val="00714094"/>
    <w:rsid w:val="00715546"/>
    <w:rsid w:val="00716B4F"/>
    <w:rsid w:val="0072328A"/>
    <w:rsid w:val="00733B6A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B4BF6"/>
    <w:rsid w:val="007C0369"/>
    <w:rsid w:val="007D4925"/>
    <w:rsid w:val="007F0C8A"/>
    <w:rsid w:val="007F11AB"/>
    <w:rsid w:val="007F3E3C"/>
    <w:rsid w:val="00802B32"/>
    <w:rsid w:val="00806FFE"/>
    <w:rsid w:val="00812794"/>
    <w:rsid w:val="008143CB"/>
    <w:rsid w:val="00815E30"/>
    <w:rsid w:val="00823CA1"/>
    <w:rsid w:val="00836F4F"/>
    <w:rsid w:val="008513B9"/>
    <w:rsid w:val="00851C6B"/>
    <w:rsid w:val="008702D3"/>
    <w:rsid w:val="00876034"/>
    <w:rsid w:val="00877E2B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14339"/>
    <w:rsid w:val="009154D8"/>
    <w:rsid w:val="00922B2B"/>
    <w:rsid w:val="009259A5"/>
    <w:rsid w:val="00932E3C"/>
    <w:rsid w:val="009461B3"/>
    <w:rsid w:val="009529CA"/>
    <w:rsid w:val="009573D3"/>
    <w:rsid w:val="00972CF7"/>
    <w:rsid w:val="00974AF6"/>
    <w:rsid w:val="00981D5A"/>
    <w:rsid w:val="009977FF"/>
    <w:rsid w:val="009A0743"/>
    <w:rsid w:val="009A085B"/>
    <w:rsid w:val="009B0A5A"/>
    <w:rsid w:val="009B2647"/>
    <w:rsid w:val="009C1DE6"/>
    <w:rsid w:val="009C1F0E"/>
    <w:rsid w:val="009D3E8C"/>
    <w:rsid w:val="009E3A0E"/>
    <w:rsid w:val="009F1F04"/>
    <w:rsid w:val="00A12598"/>
    <w:rsid w:val="00A1314B"/>
    <w:rsid w:val="00A13160"/>
    <w:rsid w:val="00A137D3"/>
    <w:rsid w:val="00A32D87"/>
    <w:rsid w:val="00A3659D"/>
    <w:rsid w:val="00A42E3A"/>
    <w:rsid w:val="00A44A8F"/>
    <w:rsid w:val="00A51D96"/>
    <w:rsid w:val="00A96F84"/>
    <w:rsid w:val="00AB0FE5"/>
    <w:rsid w:val="00AC13DF"/>
    <w:rsid w:val="00AC23B0"/>
    <w:rsid w:val="00AC3953"/>
    <w:rsid w:val="00AC7150"/>
    <w:rsid w:val="00AD328B"/>
    <w:rsid w:val="00AE1808"/>
    <w:rsid w:val="00AE1DCA"/>
    <w:rsid w:val="00AF5F7C"/>
    <w:rsid w:val="00B01A53"/>
    <w:rsid w:val="00B02207"/>
    <w:rsid w:val="00B03403"/>
    <w:rsid w:val="00B10324"/>
    <w:rsid w:val="00B16492"/>
    <w:rsid w:val="00B36A16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76AB"/>
    <w:rsid w:val="00BA3DA9"/>
    <w:rsid w:val="00BB2C98"/>
    <w:rsid w:val="00BD0B82"/>
    <w:rsid w:val="00BE7300"/>
    <w:rsid w:val="00BF4F5F"/>
    <w:rsid w:val="00C04EEB"/>
    <w:rsid w:val="00C075A4"/>
    <w:rsid w:val="00C10F12"/>
    <w:rsid w:val="00C11826"/>
    <w:rsid w:val="00C4446A"/>
    <w:rsid w:val="00C46D42"/>
    <w:rsid w:val="00C50C32"/>
    <w:rsid w:val="00C55266"/>
    <w:rsid w:val="00C60178"/>
    <w:rsid w:val="00C61760"/>
    <w:rsid w:val="00C63CD6"/>
    <w:rsid w:val="00C87D95"/>
    <w:rsid w:val="00C9077A"/>
    <w:rsid w:val="00C94021"/>
    <w:rsid w:val="00C95CD2"/>
    <w:rsid w:val="00CA051B"/>
    <w:rsid w:val="00CA5DCC"/>
    <w:rsid w:val="00CB3CBE"/>
    <w:rsid w:val="00CF03D8"/>
    <w:rsid w:val="00CF2284"/>
    <w:rsid w:val="00D015D5"/>
    <w:rsid w:val="00D03D68"/>
    <w:rsid w:val="00D04A88"/>
    <w:rsid w:val="00D054D7"/>
    <w:rsid w:val="00D07822"/>
    <w:rsid w:val="00D13F47"/>
    <w:rsid w:val="00D266DD"/>
    <w:rsid w:val="00D30614"/>
    <w:rsid w:val="00D32B04"/>
    <w:rsid w:val="00D374E7"/>
    <w:rsid w:val="00D63949"/>
    <w:rsid w:val="00D652E7"/>
    <w:rsid w:val="00D73B60"/>
    <w:rsid w:val="00D76F74"/>
    <w:rsid w:val="00D77BCF"/>
    <w:rsid w:val="00D84394"/>
    <w:rsid w:val="00D87EB2"/>
    <w:rsid w:val="00D95E55"/>
    <w:rsid w:val="00D977BF"/>
    <w:rsid w:val="00DB0464"/>
    <w:rsid w:val="00DB3664"/>
    <w:rsid w:val="00DB7EF9"/>
    <w:rsid w:val="00DC16FB"/>
    <w:rsid w:val="00DC4A65"/>
    <w:rsid w:val="00DC4F66"/>
    <w:rsid w:val="00DD0598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3C3C"/>
    <w:rsid w:val="00E56EFB"/>
    <w:rsid w:val="00E602BD"/>
    <w:rsid w:val="00E6458F"/>
    <w:rsid w:val="00E7242D"/>
    <w:rsid w:val="00E87E25"/>
    <w:rsid w:val="00E91FEB"/>
    <w:rsid w:val="00EA04F1"/>
    <w:rsid w:val="00EA2FD3"/>
    <w:rsid w:val="00EB40DF"/>
    <w:rsid w:val="00EB7CE9"/>
    <w:rsid w:val="00EC433F"/>
    <w:rsid w:val="00EC7250"/>
    <w:rsid w:val="00ED1FDE"/>
    <w:rsid w:val="00ED2887"/>
    <w:rsid w:val="00F01317"/>
    <w:rsid w:val="00F06EFB"/>
    <w:rsid w:val="00F1529E"/>
    <w:rsid w:val="00F16F07"/>
    <w:rsid w:val="00F45975"/>
    <w:rsid w:val="00F45B7C"/>
    <w:rsid w:val="00F45FCE"/>
    <w:rsid w:val="00F4651B"/>
    <w:rsid w:val="00F57021"/>
    <w:rsid w:val="00F9334F"/>
    <w:rsid w:val="00F96A2E"/>
    <w:rsid w:val="00F97D7F"/>
    <w:rsid w:val="00FA122C"/>
    <w:rsid w:val="00FA3B95"/>
    <w:rsid w:val="00FA6E77"/>
    <w:rsid w:val="00FA7CC4"/>
    <w:rsid w:val="00FC1278"/>
    <w:rsid w:val="00FC17F8"/>
    <w:rsid w:val="00FC6BEA"/>
    <w:rsid w:val="00FE370D"/>
    <w:rsid w:val="00FE7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19</TotalTime>
  <Pages>3</Pages>
  <Words>328</Words>
  <Characters>2358</Characters>
  <Application>Microsoft Office Word</Application>
  <DocSecurity>0</DocSecurity>
  <Lines>294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11</cp:revision>
  <cp:lastPrinted>2019-10-22T13:49:00Z</cp:lastPrinted>
  <dcterms:created xsi:type="dcterms:W3CDTF">2019-10-07T08:46:00Z</dcterms:created>
  <dcterms:modified xsi:type="dcterms:W3CDTF">2019-10-29T13:32:00Z</dcterms:modified>
</cp:coreProperties>
</file>